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21EB" w14:textId="4E263D5A" w:rsidR="00A8682B" w:rsidRPr="005715BA" w:rsidRDefault="00A8682B" w:rsidP="002F0E3B">
      <w:pPr>
        <w:pStyle w:val="Title"/>
        <w:spacing w:after="360"/>
        <w:rPr>
          <w:rFonts w:ascii="Avenir Heavy" w:hAnsi="Avenir Heavy" w:cs="Arial"/>
          <w:b w:val="0"/>
          <w:bCs w:val="0"/>
          <w:color w:val="262626" w:themeColor="text1" w:themeTint="D9"/>
          <w:szCs w:val="28"/>
        </w:rPr>
      </w:pPr>
      <w:r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B9886" wp14:editId="4226B2DE">
                <wp:simplePos x="0" y="0"/>
                <wp:positionH relativeFrom="column">
                  <wp:posOffset>28575</wp:posOffset>
                </wp:positionH>
                <wp:positionV relativeFrom="paragraph">
                  <wp:posOffset>236423</wp:posOffset>
                </wp:positionV>
                <wp:extent cx="5865495" cy="0"/>
                <wp:effectExtent l="0" t="0" r="1460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BAADF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.6pt" to="464.1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rGNnAEAAJQDAAAOAAAAZHJzL2Uyb0RvYy54bWysU9uO0zAQfUfiHyy/06Qrulq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="005715BA"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25DD43" wp14:editId="2C0C71AD">
                <wp:simplePos x="0" y="0"/>
                <wp:positionH relativeFrom="column">
                  <wp:posOffset>-67945</wp:posOffset>
                </wp:positionH>
                <wp:positionV relativeFrom="paragraph">
                  <wp:posOffset>-306502</wp:posOffset>
                </wp:positionV>
                <wp:extent cx="5214026" cy="515566"/>
                <wp:effectExtent l="0" t="0" r="571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4026" cy="515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453E7122" w14:textId="17B30195" w:rsidR="00314500" w:rsidRPr="005715BA" w:rsidRDefault="00314500" w:rsidP="00314500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JMP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81F84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ENHANCED DATA</w:t>
                            </w:r>
                            <w:r w:rsidR="00F95236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81F84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SET</w:t>
                            </w:r>
                          </w:p>
                          <w:p w14:paraId="1582F8E5" w14:textId="15750107" w:rsidR="005715BA" w:rsidRPr="005715BA" w:rsidRDefault="005715BA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5DD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35pt;margin-top:-24.15pt;width:410.55pt;height:4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" fillcolor="white [3201]" stroked="f" strokeweight=".25pt">
                <v:textbox>
                  <w:txbxContent>
                    <w:p w14:paraId="453E7122" w14:textId="17B30195" w:rsidR="00314500" w:rsidRPr="005715BA" w:rsidRDefault="00314500" w:rsidP="00314500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JMP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681F84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ENHANCED DATA</w:t>
                      </w:r>
                      <w:r w:rsidR="00F95236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681F84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SET</w:t>
                      </w:r>
                    </w:p>
                    <w:p w14:paraId="1582F8E5" w14:textId="15750107" w:rsidR="005715BA" w:rsidRPr="005715BA" w:rsidRDefault="005715BA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98E122" w14:textId="0FFC81DD" w:rsidR="002F0E3B" w:rsidRPr="006C5343" w:rsidRDefault="00B82AD1" w:rsidP="002F0E3B">
      <w:pPr>
        <w:pStyle w:val="Title"/>
        <w:spacing w:after="360"/>
        <w:rPr>
          <w:rFonts w:ascii="Avenir Heavy" w:hAnsi="Avenir Heavy" w:cs="Arial"/>
          <w:color w:val="262626" w:themeColor="text1" w:themeTint="D9"/>
          <w:szCs w:val="28"/>
        </w:rPr>
      </w:pPr>
      <w:r>
        <w:rPr>
          <w:rFonts w:ascii="Avenir Heavy" w:hAnsi="Avenir Heavy" w:cs="Arial"/>
          <w:color w:val="262626" w:themeColor="text1" w:themeTint="D9"/>
          <w:szCs w:val="28"/>
        </w:rPr>
        <w:t>SLEEP AND GESTATION IN MAMMALS</w:t>
      </w:r>
    </w:p>
    <w:p w14:paraId="0F43CAE3" w14:textId="60D6ED3F" w:rsidR="006C5343" w:rsidRPr="006C5343" w:rsidRDefault="00693CEF" w:rsidP="006C5343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Medium" w:hAnsi="Avenir Medium" w:cs="Arial"/>
          <w:bCs w:val="0"/>
          <w:iCs/>
          <w:color w:val="auto"/>
          <w:sz w:val="24"/>
        </w:rPr>
        <w:br/>
      </w:r>
      <w:r w:rsidR="007E58DC">
        <w:rPr>
          <w:rFonts w:ascii="Avenir Heavy" w:hAnsi="Avenir Heavy"/>
          <w:color w:val="262626" w:themeColor="text1" w:themeTint="D9"/>
          <w:sz w:val="22"/>
          <w:szCs w:val="22"/>
        </w:rPr>
        <w:t>RELEVANT JMP PLATFORMS AND STATISTICAL TECHNIQUES</w:t>
      </w:r>
    </w:p>
    <w:p w14:paraId="5C2D3CC4" w14:textId="293F5167" w:rsidR="006C5343" w:rsidRDefault="006C5343" w:rsidP="006C5343">
      <w:pPr>
        <w:autoSpaceDE w:val="0"/>
        <w:autoSpaceDN w:val="0"/>
        <w:adjustRightInd w:val="0"/>
        <w:spacing w:before="0" w:after="80"/>
        <w:ind w:left="1710" w:hanging="171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C5343"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Graph </w:t>
      </w:r>
      <w:proofErr w:type="gramStart"/>
      <w:r w:rsidRPr="006C5343">
        <w:rPr>
          <w:rFonts w:ascii="Avenir Medium" w:hAnsi="Avenir Medium" w:cs="Avenir Book"/>
          <w:color w:val="262626" w:themeColor="text1" w:themeTint="D9"/>
          <w:sz w:val="22"/>
          <w:szCs w:val="22"/>
        </w:rPr>
        <w:t>Builder</w:t>
      </w: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 :</w:t>
      </w:r>
      <w:proofErr w:type="gram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ab/>
      </w:r>
      <w:r w:rsidR="00B82AD1">
        <w:rPr>
          <w:rFonts w:ascii="Avenir Book" w:hAnsi="Avenir Book" w:cs="Avenir Book"/>
          <w:color w:val="262626" w:themeColor="text1" w:themeTint="D9"/>
          <w:sz w:val="22"/>
          <w:szCs w:val="22"/>
        </w:rPr>
        <w:t>Scatterplot</w:t>
      </w:r>
    </w:p>
    <w:p w14:paraId="0C45A843" w14:textId="613B38C1" w:rsidR="00C93807" w:rsidRDefault="00B82AD1" w:rsidP="006C5343">
      <w:pPr>
        <w:autoSpaceDE w:val="0"/>
        <w:autoSpaceDN w:val="0"/>
        <w:adjustRightInd w:val="0"/>
        <w:spacing w:before="0" w:after="80"/>
        <w:ind w:left="1710" w:hanging="171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Multivari</w:t>
      </w:r>
      <w:r w:rsidR="00474126">
        <w:rPr>
          <w:rFonts w:ascii="Avenir Medium" w:hAnsi="Avenir Medium" w:cs="Avenir Book"/>
          <w:color w:val="262626" w:themeColor="text1" w:themeTint="D9"/>
          <w:sz w:val="22"/>
          <w:szCs w:val="22"/>
        </w:rPr>
        <w:t>a</w:t>
      </w: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te</w:t>
      </w:r>
      <w:r w:rsidR="006C5343"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 :</w:t>
      </w:r>
      <w:proofErr w:type="gramEnd"/>
      <w:r w:rsidR="006C5343"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Scatterplot Matrix</w:t>
      </w:r>
      <w:r w:rsidR="00751AF1">
        <w:rPr>
          <w:rFonts w:ascii="Avenir Book" w:hAnsi="Avenir Book" w:cs="Avenir Book"/>
          <w:color w:val="262626" w:themeColor="text1" w:themeTint="D9"/>
          <w:sz w:val="22"/>
          <w:szCs w:val="22"/>
        </w:rPr>
        <w:t>,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Correlation</w:t>
      </w:r>
    </w:p>
    <w:p w14:paraId="62AF6C66" w14:textId="3936A9E7" w:rsidR="00C93807" w:rsidRDefault="00C93807" w:rsidP="00C93807">
      <w:pPr>
        <w:autoSpaceDE w:val="0"/>
        <w:autoSpaceDN w:val="0"/>
        <w:adjustRightInd w:val="0"/>
        <w:spacing w:before="0" w:after="80"/>
        <w:ind w:left="1710" w:hanging="171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Fit </w:t>
      </w:r>
      <w:r w:rsidR="009D4A1B"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Y by </w:t>
      </w:r>
      <w:proofErr w:type="gramStart"/>
      <w:r w:rsidR="009D4A1B">
        <w:rPr>
          <w:rFonts w:ascii="Avenir Medium" w:hAnsi="Avenir Medium" w:cs="Avenir Book"/>
          <w:color w:val="262626" w:themeColor="text1" w:themeTint="D9"/>
          <w:sz w:val="22"/>
          <w:szCs w:val="22"/>
        </w:rPr>
        <w:t>X</w:t>
      </w: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 :</w:t>
      </w:r>
      <w:proofErr w:type="gramEnd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 w:rsidR="009D4A1B">
        <w:rPr>
          <w:rFonts w:ascii="Avenir Book" w:hAnsi="Avenir Book" w:cs="Avenir Book"/>
          <w:color w:val="262626" w:themeColor="text1" w:themeTint="D9"/>
          <w:sz w:val="22"/>
          <w:szCs w:val="22"/>
        </w:rPr>
        <w:t>Linear Regression</w:t>
      </w:r>
      <w:r w:rsidR="00751AF1">
        <w:rPr>
          <w:rFonts w:ascii="Avenir Book" w:hAnsi="Avenir Book" w:cs="Avenir Book"/>
          <w:color w:val="262626" w:themeColor="text1" w:themeTint="D9"/>
          <w:sz w:val="22"/>
          <w:szCs w:val="22"/>
        </w:rPr>
        <w:t>,</w:t>
      </w:r>
      <w:r w:rsidR="00EC4ACE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Transformation</w:t>
      </w:r>
      <w:r w:rsidR="00F85DAE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</w:p>
    <w:p w14:paraId="2AF842D3" w14:textId="0D6D7F0A" w:rsidR="000B15BC" w:rsidRDefault="000B15BC" w:rsidP="00C93807">
      <w:pPr>
        <w:autoSpaceDE w:val="0"/>
        <w:autoSpaceDN w:val="0"/>
        <w:adjustRightInd w:val="0"/>
        <w:spacing w:before="0" w:after="80"/>
        <w:ind w:left="1710" w:hanging="171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A9257FF" w14:textId="1E5F1B6D" w:rsidR="006C5343" w:rsidRPr="006C5343" w:rsidRDefault="006C5343" w:rsidP="00C93807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F9E50A5" w14:textId="203A5D38" w:rsidR="003B43BA" w:rsidRPr="00164AC5" w:rsidRDefault="00164AC5" w:rsidP="00164AC5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t>P</w:t>
      </w:r>
      <w:r w:rsidR="00A9673D" w:rsidRPr="006C5343">
        <w:rPr>
          <w:rFonts w:ascii="Avenir Heavy" w:hAnsi="Avenir Heavy"/>
          <w:color w:val="262626" w:themeColor="text1" w:themeTint="D9"/>
          <w:sz w:val="22"/>
          <w:szCs w:val="22"/>
        </w:rPr>
        <w:t>ROBLEM STATEMENT</w:t>
      </w:r>
    </w:p>
    <w:p w14:paraId="2F746492" w14:textId="1462C4DC" w:rsidR="00164AC5" w:rsidRDefault="006D7F6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 w:rsidR="008E5F53">
        <w:rPr>
          <w:rFonts w:ascii="Avenir Book" w:hAnsi="Avenir Book" w:cs="Avenir Book"/>
          <w:color w:val="262626" w:themeColor="text1" w:themeTint="D9"/>
          <w:sz w:val="22"/>
          <w:szCs w:val="22"/>
        </w:rPr>
        <w:t>leep patterns of animals, include humans, has been studie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d</w:t>
      </w:r>
      <w:r w:rsidR="008E5F5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quite extensively. Various hypotheses </w:t>
      </w:r>
      <w:proofErr w:type="gramStart"/>
      <w:r w:rsidR="008E5F53">
        <w:rPr>
          <w:rFonts w:ascii="Avenir Book" w:hAnsi="Avenir Book" w:cs="Avenir Book"/>
          <w:color w:val="262626" w:themeColor="text1" w:themeTint="D9"/>
          <w:sz w:val="22"/>
          <w:szCs w:val="22"/>
        </w:rPr>
        <w:t>exists</w:t>
      </w:r>
      <w:proofErr w:type="gramEnd"/>
      <w:r w:rsidR="008E5F5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on the factors that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most </w:t>
      </w:r>
      <w:r w:rsidR="008E5F53">
        <w:rPr>
          <w:rFonts w:ascii="Avenir Book" w:hAnsi="Avenir Book" w:cs="Avenir Book"/>
          <w:color w:val="262626" w:themeColor="text1" w:themeTint="D9"/>
          <w:sz w:val="22"/>
          <w:szCs w:val="22"/>
        </w:rPr>
        <w:t>impact the amount of sleep, specifically REM</w:t>
      </w:r>
      <w:r w:rsidR="00474126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8E5F53">
        <w:rPr>
          <w:rFonts w:ascii="Avenir Book" w:hAnsi="Avenir Book" w:cs="Avenir Book"/>
          <w:color w:val="262626" w:themeColor="text1" w:themeTint="D9"/>
          <w:sz w:val="22"/>
          <w:szCs w:val="22"/>
        </w:rPr>
        <w:t>(Rapid Eye Movement) and Non-REM sleep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an animal </w:t>
      </w:r>
      <w:proofErr w:type="gram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experiences</w:t>
      </w:r>
      <w:proofErr w:type="gramEnd"/>
      <w:r w:rsidR="008E5F53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</w:p>
    <w:p w14:paraId="7B6D4DBA" w14:textId="763C32A1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87A2DA9" w14:textId="7E6F3DA6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669DCA98" wp14:editId="59339E1F">
            <wp:simplePos x="0" y="0"/>
            <wp:positionH relativeFrom="column">
              <wp:posOffset>1016000</wp:posOffset>
            </wp:positionH>
            <wp:positionV relativeFrom="paragraph">
              <wp:posOffset>22225</wp:posOffset>
            </wp:positionV>
            <wp:extent cx="3848100" cy="2539746"/>
            <wp:effectExtent l="0" t="0" r="0" b="635"/>
            <wp:wrapNone/>
            <wp:docPr id="1" name="Picture 1" descr="A monkey with its eyes close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monkey with its eyes closed&#10;&#10;Description automatically generated with low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539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F6FDEF" w14:textId="1356EF93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1BE17E0" w14:textId="23DD3099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0EEB10A" w14:textId="124648EC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D7728A2" w14:textId="7F5E80E6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78404A4" w14:textId="08A563E7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56C5342" w14:textId="77777777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C504E70" w14:textId="77777777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1FBA00F" w14:textId="77777777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1B29548" w14:textId="77777777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81A3705" w14:textId="77777777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A983FCF" w14:textId="77255AD1" w:rsidR="008E5F53" w:rsidRDefault="008E5F5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 scientist from the European Space Agency hypothesized that the length of </w:t>
      </w:r>
      <w:r w:rsidR="00042C8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gestation </w:t>
      </w:r>
      <w:r w:rsidR="00042C8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period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is one of the key factors that determine the amount of REM and Non-REM sleep mammals </w:t>
      </w:r>
      <w:r w:rsidR="00697343">
        <w:rPr>
          <w:rFonts w:ascii="Avenir Book" w:hAnsi="Avenir Book" w:cs="Avenir Book"/>
          <w:color w:val="262626" w:themeColor="text1" w:themeTint="D9"/>
          <w:sz w:val="22"/>
          <w:szCs w:val="22"/>
        </w:rPr>
        <w:t>experience [1].</w:t>
      </w:r>
    </w:p>
    <w:p w14:paraId="12EF7922" w14:textId="30486369" w:rsidR="00697343" w:rsidRDefault="00697343" w:rsidP="001F2DCF">
      <w:pPr>
        <w:autoSpaceDE w:val="0"/>
        <w:autoSpaceDN w:val="0"/>
        <w:adjustRightInd w:val="0"/>
        <w:spacing w:before="0"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To explore this hypothesis, data on the average length of gestation, average daily REM and Non-REM for 79 mammalian species was gathered and analyses done to examine the correlation </w:t>
      </w:r>
      <w:proofErr w:type="spell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beween</w:t>
      </w:r>
      <w:proofErr w:type="spell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these variables.</w:t>
      </w:r>
    </w:p>
    <w:p w14:paraId="6C7B0F71" w14:textId="77777777" w:rsidR="00E95301" w:rsidRPr="00E95301" w:rsidRDefault="00E95301" w:rsidP="00E95301"/>
    <w:p w14:paraId="43B93609" w14:textId="6A76351A" w:rsidR="00327E7E" w:rsidRPr="00693091" w:rsidRDefault="00A9673D" w:rsidP="00A9673D">
      <w:pPr>
        <w:pStyle w:val="Heading1"/>
        <w:tabs>
          <w:tab w:val="left" w:pos="1440"/>
        </w:tabs>
        <w:spacing w:after="240"/>
        <w:rPr>
          <w:rFonts w:ascii="Avenir Heavy" w:hAnsi="Avenir Heavy"/>
          <w:color w:val="262626" w:themeColor="text1" w:themeTint="D9"/>
          <w:szCs w:val="22"/>
        </w:rPr>
      </w:pPr>
      <w:r w:rsidRPr="00693091">
        <w:rPr>
          <w:rFonts w:ascii="Avenir Heavy" w:hAnsi="Avenir Heavy"/>
          <w:color w:val="262626" w:themeColor="text1" w:themeTint="D9"/>
          <w:szCs w:val="22"/>
        </w:rPr>
        <w:lastRenderedPageBreak/>
        <w:t>DATA</w:t>
      </w:r>
      <w:r w:rsidR="00E7070C" w:rsidRPr="00693091">
        <w:rPr>
          <w:rFonts w:ascii="Avenir Heavy" w:hAnsi="Avenir Heavy"/>
          <w:color w:val="262626" w:themeColor="text1" w:themeTint="D9"/>
          <w:szCs w:val="22"/>
        </w:rPr>
        <w:t xml:space="preserve"> SET</w:t>
      </w:r>
      <w:r w:rsidRPr="00693091">
        <w:rPr>
          <w:rFonts w:ascii="Avenir Heavy" w:hAnsi="Avenir Heavy"/>
          <w:color w:val="262626" w:themeColor="text1" w:themeTint="D9"/>
          <w:szCs w:val="22"/>
        </w:rPr>
        <w:tab/>
      </w:r>
    </w:p>
    <w:p w14:paraId="649E75D3" w14:textId="3C80A0DD" w:rsidR="006D2220" w:rsidRPr="00693091" w:rsidRDefault="00BA51E0" w:rsidP="00A9673D">
      <w:pPr>
        <w:pStyle w:val="Heading1"/>
        <w:tabs>
          <w:tab w:val="left" w:pos="1440"/>
        </w:tabs>
        <w:spacing w:after="240"/>
        <w:rPr>
          <w:rFonts w:ascii="Avenir Medium" w:hAnsi="Avenir Medium"/>
          <w:b w:val="0"/>
          <w:bCs w:val="0"/>
          <w:color w:val="262626" w:themeColor="text1" w:themeTint="D9"/>
          <w:szCs w:val="22"/>
        </w:rPr>
      </w:pPr>
      <w:proofErr w:type="spellStart"/>
      <w:r w:rsidRPr="00693091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Sleep_and_Gestation_in_Mammals.</w:t>
      </w:r>
      <w:r w:rsidRPr="00693091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jmp</w:t>
      </w:r>
      <w:proofErr w:type="spellEnd"/>
    </w:p>
    <w:p w14:paraId="5D0A3B20" w14:textId="71794A82" w:rsidR="006D2220" w:rsidRPr="00693091" w:rsidRDefault="001F2DCF" w:rsidP="000849CB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693091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Mammal</w:t>
      </w:r>
      <w:r w:rsidR="001121EA" w:rsidRPr="00693091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693091">
        <w:rPr>
          <w:rFonts w:ascii="Avenir" w:hAnsi="Avenir" w:cs="Arial"/>
          <w:color w:val="262626" w:themeColor="text1" w:themeTint="D9"/>
          <w:sz w:val="22"/>
          <w:szCs w:val="22"/>
        </w:rPr>
        <w:t>Species name</w:t>
      </w:r>
    </w:p>
    <w:p w14:paraId="0C0535DA" w14:textId="36ACB501" w:rsidR="009212E5" w:rsidRPr="00693091" w:rsidRDefault="001F2DCF" w:rsidP="000849CB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693091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Gestation</w:t>
      </w:r>
      <w:r w:rsidR="009212E5" w:rsidRPr="00693091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693091"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gestation </w:t>
      </w:r>
      <w:r w:rsidR="00F85DAE" w:rsidRPr="00693091">
        <w:rPr>
          <w:rFonts w:ascii="Avenir" w:hAnsi="Avenir" w:cs="Arial"/>
          <w:color w:val="262626" w:themeColor="text1" w:themeTint="D9"/>
          <w:sz w:val="22"/>
          <w:szCs w:val="22"/>
        </w:rPr>
        <w:t>time</w:t>
      </w:r>
      <w:r w:rsidRPr="00693091">
        <w:rPr>
          <w:rFonts w:ascii="Avenir" w:hAnsi="Avenir" w:cs="Arial"/>
          <w:color w:val="262626" w:themeColor="text1" w:themeTint="D9"/>
          <w:sz w:val="22"/>
          <w:szCs w:val="22"/>
        </w:rPr>
        <w:t xml:space="preserve"> (in Days) </w:t>
      </w:r>
    </w:p>
    <w:p w14:paraId="5CE24CF5" w14:textId="4C2707A7" w:rsidR="001F2DCF" w:rsidRPr="00693091" w:rsidRDefault="001F2DCF" w:rsidP="00E7070C">
      <w:pPr>
        <w:spacing w:before="0" w:after="0"/>
        <w:ind w:left="1980" w:hanging="19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r w:rsidRPr="00693091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TST</w:t>
      </w:r>
      <w:r w:rsidRPr="00693091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ab/>
      </w:r>
      <w:r w:rsidRPr="00693091">
        <w:rPr>
          <w:rFonts w:ascii="Avenir" w:hAnsi="Avenir" w:cs="Arial"/>
          <w:color w:val="262626" w:themeColor="text1" w:themeTint="D9"/>
          <w:sz w:val="22"/>
          <w:szCs w:val="22"/>
        </w:rPr>
        <w:t>Average total daily sleep time (in hours)</w:t>
      </w:r>
    </w:p>
    <w:p w14:paraId="3BDAC438" w14:textId="0CC4EEC7" w:rsidR="00E7070C" w:rsidRPr="00693091" w:rsidRDefault="001F2DCF" w:rsidP="00E7070C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693091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NREM</w:t>
      </w:r>
      <w:r w:rsidR="00E7070C" w:rsidRPr="00693091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693091"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amount of Non-Rapid Eye Movement sleep (in hours) </w:t>
      </w:r>
    </w:p>
    <w:p w14:paraId="4C50A097" w14:textId="481B0CEF" w:rsidR="00E7070C" w:rsidRPr="00693091" w:rsidRDefault="001F2DCF" w:rsidP="00E7070C">
      <w:pPr>
        <w:spacing w:before="0" w:after="0"/>
        <w:ind w:left="1980" w:hanging="1980"/>
        <w:rPr>
          <w:rFonts w:ascii="Avenir" w:hAnsi="Avenir" w:cs="Arial"/>
          <w:color w:val="262626" w:themeColor="text1" w:themeTint="D9"/>
          <w:sz w:val="22"/>
          <w:szCs w:val="22"/>
        </w:rPr>
      </w:pPr>
      <w:r w:rsidRPr="00693091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REM</w:t>
      </w:r>
      <w:r w:rsidR="00E7070C" w:rsidRPr="00693091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Pr="00693091">
        <w:rPr>
          <w:rFonts w:ascii="Avenir" w:hAnsi="Avenir" w:cs="Arial"/>
          <w:color w:val="262626" w:themeColor="text1" w:themeTint="D9"/>
          <w:sz w:val="22"/>
          <w:szCs w:val="22"/>
        </w:rPr>
        <w:t>Average amount of Rapid Eye Movement sleep (in hours)</w:t>
      </w:r>
    </w:p>
    <w:p w14:paraId="363D6406" w14:textId="53E026B9" w:rsidR="00327E7E" w:rsidRPr="00693091" w:rsidRDefault="00327E7E">
      <w:pPr>
        <w:spacing w:before="0" w:after="0"/>
        <w:rPr>
          <w:rFonts w:ascii="Avenir" w:hAnsi="Avenir" w:cs="Arial"/>
          <w:color w:val="262626" w:themeColor="text1" w:themeTint="D9"/>
          <w:sz w:val="22"/>
          <w:szCs w:val="22"/>
        </w:rPr>
      </w:pPr>
    </w:p>
    <w:p w14:paraId="2FD04634" w14:textId="77777777" w:rsidR="00513E0A" w:rsidRPr="00693091" w:rsidRDefault="00513E0A" w:rsidP="00513E0A">
      <w:pPr>
        <w:pStyle w:val="Title"/>
        <w:spacing w:after="120"/>
        <w:rPr>
          <w:rFonts w:ascii="Avenir Heavy" w:hAnsi="Avenir Heavy"/>
          <w:color w:val="262626" w:themeColor="text1" w:themeTint="D9"/>
          <w:sz w:val="22"/>
          <w:szCs w:val="22"/>
        </w:rPr>
      </w:pPr>
    </w:p>
    <w:p w14:paraId="6422107B" w14:textId="16E56BBD" w:rsidR="00513E0A" w:rsidRPr="00693091" w:rsidRDefault="00693091" w:rsidP="00513E0A">
      <w:pPr>
        <w:pStyle w:val="Title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t>EXERCISES</w:t>
      </w:r>
      <w:r w:rsidR="00513E0A" w:rsidRPr="00693091">
        <w:rPr>
          <w:rFonts w:ascii="Avenir Heavy" w:hAnsi="Avenir Heavy"/>
          <w:color w:val="262626" w:themeColor="text1" w:themeTint="D9"/>
          <w:sz w:val="22"/>
          <w:szCs w:val="22"/>
        </w:rPr>
        <w:t xml:space="preserve"> </w:t>
      </w:r>
    </w:p>
    <w:p w14:paraId="6A2B0ABC" w14:textId="77777777" w:rsidR="00054348" w:rsidRPr="00693091" w:rsidRDefault="00DA7FEC" w:rsidP="00513E0A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Produce univariate graphical and numerical summaries of the four variables.</w:t>
      </w:r>
    </w:p>
    <w:p w14:paraId="61F5469C" w14:textId="77777777" w:rsidR="00054348" w:rsidRPr="00693091" w:rsidRDefault="00DA7FEC" w:rsidP="00054348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Describe the data in a few sentences using these summaries.</w:t>
      </w:r>
    </w:p>
    <w:p w14:paraId="53E67DD0" w14:textId="7A351861" w:rsidR="002B113A" w:rsidRPr="00693091" w:rsidRDefault="00DA7FEC" w:rsidP="00A76782">
      <w:pPr>
        <w:pStyle w:val="ListParagraph"/>
        <w:numPr>
          <w:ilvl w:val="1"/>
          <w:numId w:val="34"/>
        </w:numPr>
        <w:spacing w:after="24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Identify</w:t>
      </w:r>
      <w:r w:rsidR="002B113A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 mammals that </w:t>
      </w: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have</w:t>
      </w:r>
      <w:r w:rsidR="002B113A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some of the lowest/highest values across these variables.</w:t>
      </w:r>
    </w:p>
    <w:p w14:paraId="769FB057" w14:textId="0B61DDB1" w:rsidR="00DA7FEC" w:rsidRPr="00693091" w:rsidRDefault="00DA7FEC" w:rsidP="00DA7FEC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Create a scatterplot matrix showing all possible scatterplots for the four variables</w:t>
      </w:r>
      <w:r w:rsidR="00054348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along with the correlations.</w:t>
      </w: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Pr="00693091">
        <w:rPr>
          <w:rFonts w:ascii="Avenir Book" w:hAnsi="Avenir Book" w:cs="Avenir Book"/>
          <w:i/>
          <w:iCs/>
          <w:color w:val="262626" w:themeColor="text1" w:themeTint="D9"/>
          <w:sz w:val="22"/>
          <w:szCs w:val="22"/>
        </w:rPr>
        <w:t>Hint: There are six possible scatterplots.</w:t>
      </w:r>
    </w:p>
    <w:p w14:paraId="47BB4FBA" w14:textId="77777777" w:rsidR="00054348" w:rsidRPr="00693091" w:rsidRDefault="00054348" w:rsidP="00054348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Describe the relationships and correlations revealed.</w:t>
      </w:r>
    </w:p>
    <w:p w14:paraId="732C0F18" w14:textId="0EA414B6" w:rsidR="00C943F9" w:rsidRPr="00693091" w:rsidRDefault="00C943F9" w:rsidP="00A76782">
      <w:pPr>
        <w:pStyle w:val="ListParagraph"/>
        <w:numPr>
          <w:ilvl w:val="1"/>
          <w:numId w:val="34"/>
        </w:numPr>
        <w:spacing w:after="24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Which mammals stand out as different from other mammals in a multi-dimensional sense (i.e., have very low or high values in one of the variables relative to its values in another variable)?</w:t>
      </w:r>
    </w:p>
    <w:p w14:paraId="1FDAB348" w14:textId="29C7C3A1" w:rsidR="00CA5C5B" w:rsidRPr="00693091" w:rsidRDefault="00CA5C5B" w:rsidP="00513E0A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Build and compare different regression models </w:t>
      </w:r>
      <w:r w:rsidR="00195DAA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between Gestation and REM.</w:t>
      </w:r>
    </w:p>
    <w:p w14:paraId="1F91D9AC" w14:textId="77777777" w:rsidR="00CA5C5B" w:rsidRPr="00693091" w:rsidRDefault="00CA5C5B" w:rsidP="00CA5C5B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Build </w:t>
      </w:r>
      <w:r w:rsidR="00F85DAE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a linear regression model between Gestation time and REM</w:t>
      </w:r>
      <w:r w:rsidR="00513E0A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</w:p>
    <w:p w14:paraId="421F513D" w14:textId="2CA8D630" w:rsidR="00CA5C5B" w:rsidRPr="00693091" w:rsidRDefault="00CA5C5B" w:rsidP="00CA5C5B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Build a linear regression model between </w:t>
      </w:r>
      <w:proofErr w:type="gramStart"/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log(</w:t>
      </w:r>
      <w:proofErr w:type="gramEnd"/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Gestation) time and REM.</w:t>
      </w:r>
    </w:p>
    <w:p w14:paraId="08970840" w14:textId="23465A3B" w:rsidR="00CA5C5B" w:rsidRPr="00693091" w:rsidRDefault="00CA5C5B" w:rsidP="00CA5C5B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Build a linear regression model between Gestation time and </w:t>
      </w:r>
      <w:proofErr w:type="gramStart"/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log(</w:t>
      </w:r>
      <w:proofErr w:type="gramEnd"/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REM)</w:t>
      </w:r>
    </w:p>
    <w:p w14:paraId="3C3581EF" w14:textId="6DA60CA3" w:rsidR="00CA5C5B" w:rsidRPr="00693091" w:rsidRDefault="00CA5C5B" w:rsidP="00CA5C5B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Build a linear regression model between </w:t>
      </w:r>
      <w:proofErr w:type="gramStart"/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log(</w:t>
      </w:r>
      <w:proofErr w:type="gramEnd"/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Gestation) time and </w:t>
      </w:r>
      <w:proofErr w:type="gramStart"/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log(</w:t>
      </w:r>
      <w:proofErr w:type="gramEnd"/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REM).</w:t>
      </w:r>
    </w:p>
    <w:p w14:paraId="09DF257D" w14:textId="3E865F15" w:rsidR="00513E0A" w:rsidRDefault="00CA5C5B" w:rsidP="00A76782">
      <w:pPr>
        <w:pStyle w:val="ListParagraph"/>
        <w:numPr>
          <w:ilvl w:val="1"/>
          <w:numId w:val="34"/>
        </w:numPr>
        <w:spacing w:after="24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Compare the four models. Which </w:t>
      </w:r>
      <w:r w:rsidR="009B0472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model do you think best describes the relationship</w:t>
      </w:r>
      <w:r w:rsidR="00195DAA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between Gestation and REM</w:t>
      </w:r>
      <w:r w:rsidR="009B0472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?</w:t>
      </w:r>
      <w:r w:rsidR="002E6A71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How much of the variation in REM does your chosen model account (and not account) for?</w:t>
      </w:r>
    </w:p>
    <w:p w14:paraId="1AD57CBA" w14:textId="36D95492" w:rsidR="00693091" w:rsidRPr="00693091" w:rsidRDefault="00693091" w:rsidP="00693091">
      <w:pPr>
        <w:spacing w:before="0" w:after="0"/>
        <w:rPr>
          <w:rFonts w:ascii="Avenir Book" w:eastAsia="MS Mincho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 w:type="page"/>
      </w:r>
    </w:p>
    <w:p w14:paraId="3DDC0149" w14:textId="4B3079ED" w:rsidR="00E9204A" w:rsidRPr="00693091" w:rsidRDefault="00E9204A" w:rsidP="00513E0A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lastRenderedPageBreak/>
        <w:t>Using the chosen regression model, prov</w:t>
      </w:r>
      <w:r w:rsidR="002E6A71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id</w:t>
      </w: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 estimates of </w:t>
      </w:r>
      <w:r w:rsidR="002E6A71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</w:t>
      </w:r>
      <w:r w:rsidR="00F44B15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following:</w:t>
      </w:r>
    </w:p>
    <w:p w14:paraId="27A8EEC3" w14:textId="7FC8F474" w:rsidR="00502483" w:rsidRPr="00693091" w:rsidRDefault="00E9204A" w:rsidP="00E9204A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Esti</w:t>
      </w:r>
      <w:r w:rsidR="00502483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mate how </w:t>
      </w:r>
      <w:r w:rsidR="00D84EB1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much </w:t>
      </w:r>
      <w:r w:rsidR="00502483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average change there is in REM </w:t>
      </w: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between</w:t>
      </w:r>
      <w:r w:rsidR="00502483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D84EB1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Gestation</w:t>
      </w: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of 30 days to 60 days.</w:t>
      </w:r>
    </w:p>
    <w:p w14:paraId="4CA8D0CD" w14:textId="3DBB2C2E" w:rsidR="00E9204A" w:rsidRPr="00693091" w:rsidRDefault="00E9204A" w:rsidP="00E9204A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Estimate how much average change there is in REM between Gestation of 60 days to 90 days.</w:t>
      </w:r>
    </w:p>
    <w:p w14:paraId="51BC9A44" w14:textId="4B40E429" w:rsidR="00E9204A" w:rsidRPr="00693091" w:rsidRDefault="00E9204A" w:rsidP="00E9204A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Estimate how much average change there is in REM between Gestation of 90 days to 120 days.</w:t>
      </w:r>
    </w:p>
    <w:p w14:paraId="58D8A628" w14:textId="44D94B99" w:rsidR="00E9204A" w:rsidRPr="00693091" w:rsidRDefault="00E9204A" w:rsidP="00E9204A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Estimate how much average change there is in REM between Gestation of 120 days to 150 days.</w:t>
      </w:r>
    </w:p>
    <w:p w14:paraId="50ADE7FA" w14:textId="04616C2F" w:rsidR="00513E0A" w:rsidRPr="00693091" w:rsidRDefault="00E9204A" w:rsidP="00A76782">
      <w:pPr>
        <w:pStyle w:val="ListParagraph"/>
        <w:numPr>
          <w:ilvl w:val="1"/>
          <w:numId w:val="34"/>
        </w:numPr>
        <w:spacing w:after="24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Why are these e</w:t>
      </w:r>
      <w:r w:rsidR="006E0FFD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stimate</w:t>
      </w:r>
      <w:r w:rsidR="002E6A71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s of the average</w:t>
      </w:r>
      <w:r w:rsidR="006E0FFD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change</w:t>
      </w:r>
      <w:r w:rsidR="002E6A71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in REM</w:t>
      </w:r>
      <w:r w:rsidR="006E0FFD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for each </w:t>
      </w:r>
      <w:proofErr w:type="gramStart"/>
      <w:r w:rsidR="006E0FFD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30 day</w:t>
      </w:r>
      <w:proofErr w:type="gramEnd"/>
      <w:r w:rsidR="006E0FFD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increment </w:t>
      </w:r>
      <w:r w:rsidR="002E6A71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in Gestation </w:t>
      </w:r>
      <w:r w:rsidR="006E0FFD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not the same?</w:t>
      </w:r>
    </w:p>
    <w:p w14:paraId="4EDAB5E7" w14:textId="77777777" w:rsidR="00593F14" w:rsidRPr="00693091" w:rsidRDefault="00513E0A" w:rsidP="00513E0A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Add the following data for human adults and human infants (Adult: 280 days of Gestation, 7 hours TST, 1.6 hours REM, 5.4 </w:t>
      </w:r>
      <w:proofErr w:type="gramStart"/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NREM ;</w:t>
      </w:r>
      <w:proofErr w:type="gramEnd"/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Infant: 280 days Gestation, 15.5 hours TST, 7.75 REM, 7.75 NREM).</w:t>
      </w:r>
    </w:p>
    <w:p w14:paraId="798F0836" w14:textId="69C91DCA" w:rsidR="00513E0A" w:rsidRPr="00693091" w:rsidRDefault="00593F14" w:rsidP="00593F14">
      <w:pPr>
        <w:pStyle w:val="ListParagraph"/>
        <w:numPr>
          <w:ilvl w:val="1"/>
          <w:numId w:val="34"/>
        </w:numPr>
        <w:spacing w:after="12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Recreate the scatterplot matrix. </w:t>
      </w:r>
      <w:r w:rsidR="00513E0A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How do </w:t>
      </w: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the values for human adult and human infant</w:t>
      </w:r>
      <w:r w:rsidR="00513E0A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compare to the rest of the mammals?</w:t>
      </w:r>
    </w:p>
    <w:p w14:paraId="6388B568" w14:textId="07B74FAD" w:rsidR="00593F14" w:rsidRPr="00693091" w:rsidRDefault="00593F14" w:rsidP="00A76782">
      <w:pPr>
        <w:pStyle w:val="ListParagraph"/>
        <w:numPr>
          <w:ilvl w:val="1"/>
          <w:numId w:val="34"/>
        </w:numPr>
        <w:spacing w:after="240"/>
        <w:ind w:lef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Update your chosen model from </w:t>
      </w:r>
      <w:r w:rsidR="00960A62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Exercise 3 to include these two new data values. Does this model do</w:t>
      </w: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well at predicting the REM of a human adult and</w:t>
      </w:r>
      <w:r w:rsidR="00960A62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/or</w:t>
      </w: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 human infant?</w:t>
      </w:r>
      <w:r w:rsidR="00960A62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Describe this numerically.</w:t>
      </w:r>
    </w:p>
    <w:p w14:paraId="6EAC2C82" w14:textId="15D6F6A9" w:rsidR="0003159D" w:rsidRPr="00693091" w:rsidRDefault="00EB51B1" w:rsidP="00D6306E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Are there any other </w:t>
      </w:r>
      <w:r w:rsidR="009A2E8F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potential </w:t>
      </w: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reasons you can think of that might influence how much </w:t>
      </w:r>
      <w:r w:rsidR="00E3598D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REM </w:t>
      </w: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sleep </w:t>
      </w:r>
      <w:r w:rsidR="00593F14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a mammal</w:t>
      </w:r>
      <w:r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experiences?</w:t>
      </w:r>
      <w:r w:rsidR="00D6306E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In other words, w</w:t>
      </w:r>
      <w:r w:rsidR="00D92392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hat </w:t>
      </w:r>
      <w:r w:rsidR="00D6306E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additional</w:t>
      </w:r>
      <w:r w:rsidR="00D92392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data would be helpful to have </w:t>
      </w:r>
      <w:proofErr w:type="gramStart"/>
      <w:r w:rsidR="00D6306E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in order to</w:t>
      </w:r>
      <w:proofErr w:type="gramEnd"/>
      <w:r w:rsidR="00D6306E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explore if REM c</w:t>
      </w:r>
      <w:r w:rsidR="00E3598D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>ould</w:t>
      </w:r>
      <w:r w:rsidR="00D6306E" w:rsidRPr="00693091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potentially be better predicted?</w:t>
      </w:r>
    </w:p>
    <w:p w14:paraId="77E303BB" w14:textId="77777777" w:rsidR="00513E0A" w:rsidRPr="00693091" w:rsidRDefault="00513E0A" w:rsidP="00566EBC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3DA30B1" w14:textId="0B7B3355" w:rsidR="00575F29" w:rsidRPr="00693091" w:rsidRDefault="00575F29">
      <w:pPr>
        <w:spacing w:before="0" w:after="0"/>
        <w:rPr>
          <w:rFonts w:ascii="Avenir Heavy" w:hAnsi="Avenir Heavy"/>
          <w:b/>
          <w:bCs/>
          <w:color w:val="262626" w:themeColor="text1" w:themeTint="D9"/>
          <w:sz w:val="22"/>
          <w:szCs w:val="22"/>
        </w:rPr>
      </w:pPr>
    </w:p>
    <w:p w14:paraId="6CB4BB5E" w14:textId="2D14DBB2" w:rsidR="001F2DCF" w:rsidRPr="00693091" w:rsidRDefault="00F95236" w:rsidP="00D92392">
      <w:pPr>
        <w:pStyle w:val="Title"/>
        <w:rPr>
          <w:rFonts w:ascii="Avenir Heavy" w:hAnsi="Avenir Heavy"/>
          <w:color w:val="262626" w:themeColor="text1" w:themeTint="D9"/>
          <w:sz w:val="22"/>
          <w:szCs w:val="22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t>SUPPLEMENTAL</w:t>
      </w:r>
      <w:r w:rsidR="0003159D" w:rsidRPr="00693091">
        <w:rPr>
          <w:rFonts w:ascii="Avenir Heavy" w:hAnsi="Avenir Heavy"/>
          <w:color w:val="262626" w:themeColor="text1" w:themeTint="D9"/>
          <w:sz w:val="22"/>
          <w:szCs w:val="22"/>
        </w:rPr>
        <w:t xml:space="preserve"> MATERIALS</w:t>
      </w:r>
    </w:p>
    <w:p w14:paraId="13CBD6B0" w14:textId="3FD319BF" w:rsidR="008E5F53" w:rsidRPr="00693091" w:rsidRDefault="001F2DCF" w:rsidP="001F2DCF">
      <w:pPr>
        <w:pStyle w:val="Heading1"/>
        <w:spacing w:before="0" w:after="0"/>
        <w:ind w:left="360" w:hanging="360"/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</w:pPr>
      <w:r w:rsidRPr="00693091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1.</w:t>
      </w:r>
      <w:r w:rsidRPr="00693091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ab/>
      </w:r>
      <w:proofErr w:type="spellStart"/>
      <w:r w:rsidR="005752E2" w:rsidRPr="00693091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Gonfalone</w:t>
      </w:r>
      <w:proofErr w:type="spellEnd"/>
      <w:r w:rsidR="005752E2" w:rsidRPr="00693091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, Alain A</w:t>
      </w:r>
      <w:r w:rsidRPr="00693091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. “</w:t>
      </w:r>
      <w:r w:rsidR="005752E2" w:rsidRPr="00693091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Negative correlations between gestation and sleep duration of mammals</w:t>
      </w:r>
      <w:r w:rsidRPr="00693091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 xml:space="preserve">” </w:t>
      </w:r>
      <w:r w:rsidR="005752E2" w:rsidRPr="00693091">
        <w:rPr>
          <w:rFonts w:ascii="Avenir Book" w:hAnsi="Avenir Book" w:cs="Avenir Book"/>
          <w:b w:val="0"/>
          <w:bCs w:val="0"/>
          <w:i/>
          <w:iCs/>
          <w:color w:val="262626" w:themeColor="text1" w:themeTint="D9"/>
          <w:szCs w:val="22"/>
        </w:rPr>
        <w:t>Animal Physiology</w:t>
      </w:r>
      <w:r w:rsidRPr="00693091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,</w:t>
      </w:r>
      <w:r w:rsidR="005752E2" w:rsidRPr="00693091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 xml:space="preserve"> 2016.</w:t>
      </w:r>
      <w:r w:rsidR="008E5F53" w:rsidRPr="00693091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br/>
      </w:r>
      <w:hyperlink r:id="rId9" w:history="1">
        <w:r w:rsidR="008E5F53" w:rsidRPr="00693091">
          <w:rPr>
            <w:rStyle w:val="Hyperlink"/>
            <w:rFonts w:ascii="Avenir Book" w:hAnsi="Avenir Book" w:cs="Avenir Book"/>
            <w:b w:val="0"/>
            <w:bCs w:val="0"/>
            <w:szCs w:val="22"/>
          </w:rPr>
          <w:t>https://www.dovepress.com/negative-correlation-between-gestation-and-sleep-durations-in-mammals-peer-reviewed-fulltext-article-OAAP</w:t>
        </w:r>
      </w:hyperlink>
    </w:p>
    <w:p w14:paraId="6BBAFBB8" w14:textId="318F7076" w:rsidR="00042C85" w:rsidRPr="000C0339" w:rsidRDefault="00257221" w:rsidP="00571724">
      <w:pPr>
        <w:spacing w:after="120"/>
        <w:rPr>
          <w:rFonts w:ascii="Avenir Book" w:hAnsi="Avenir Book" w:cs="Avenir Book"/>
          <w:i/>
          <w:iCs/>
          <w:color w:val="262626" w:themeColor="text1" w:themeTint="D9"/>
        </w:rPr>
      </w:pPr>
      <w:r>
        <w:rPr>
          <w:rFonts w:ascii="Avenir Book" w:hAnsi="Avenir Book" w:cs="Avenir Book"/>
          <w:b/>
          <w:bCs/>
          <w:i/>
          <w:iCs/>
          <w:color w:val="262626" w:themeColor="text1" w:themeTint="D9"/>
        </w:rPr>
        <w:br/>
      </w:r>
      <w:r w:rsidR="00042C85" w:rsidRPr="00B166DB">
        <w:rPr>
          <w:rFonts w:ascii="Avenir Book" w:hAnsi="Avenir Book" w:cs="Avenir Book"/>
          <w:b/>
          <w:bCs/>
          <w:i/>
          <w:iCs/>
          <w:color w:val="262626" w:themeColor="text1" w:themeTint="D9"/>
        </w:rPr>
        <w:t>Note:</w:t>
      </w:r>
      <w:r w:rsidR="00042C85" w:rsidRPr="000C0339">
        <w:rPr>
          <w:rFonts w:ascii="Avenir Book" w:hAnsi="Avenir Book" w:cs="Avenir Book"/>
          <w:i/>
          <w:iCs/>
          <w:color w:val="262626" w:themeColor="text1" w:themeTint="D9"/>
        </w:rPr>
        <w:t xml:space="preserve"> </w:t>
      </w:r>
      <w:r w:rsidR="00042C85">
        <w:rPr>
          <w:rFonts w:ascii="Avenir Book" w:hAnsi="Avenir Book" w:cs="Avenir Book"/>
          <w:i/>
          <w:iCs/>
          <w:color w:val="262626" w:themeColor="text1" w:themeTint="D9"/>
        </w:rPr>
        <w:t>Please adhere to any licensing terms and/or citation requirements for distribution and use of this research paper.</w:t>
      </w:r>
    </w:p>
    <w:p w14:paraId="549ED741" w14:textId="77777777" w:rsidR="001F2DCF" w:rsidRPr="0003159D" w:rsidRDefault="001F2DCF" w:rsidP="00566EBC">
      <w:pPr>
        <w:spacing w:after="120"/>
        <w:rPr>
          <w:rFonts w:ascii="Avenir Book" w:hAnsi="Avenir Book" w:cs="Avenir Book"/>
          <w:color w:val="262626" w:themeColor="text1" w:themeTint="D9"/>
          <w:sz w:val="24"/>
        </w:rPr>
      </w:pPr>
    </w:p>
    <w:sectPr w:rsidR="001F2DCF" w:rsidRPr="0003159D" w:rsidSect="003932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316" w:right="1440" w:bottom="1438" w:left="1440" w:header="720" w:footer="7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386E2" w14:textId="77777777" w:rsidR="00DE1192" w:rsidRDefault="00DE1192">
      <w:r>
        <w:separator/>
      </w:r>
    </w:p>
  </w:endnote>
  <w:endnote w:type="continuationSeparator" w:id="0">
    <w:p w14:paraId="3233DA38" w14:textId="77777777" w:rsidR="00DE1192" w:rsidRDefault="00DE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panose1 w:val="020B0604020202020204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W1G">
    <w:altName w:val="Calibri"/>
    <w:panose1 w:val="020B0503020202020204"/>
    <w:charset w:val="00"/>
    <w:family w:val="swiss"/>
    <w:notTrueType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ACFA" w14:textId="77777777" w:rsidR="00301E09" w:rsidRDefault="00301E09" w:rsidP="0039329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6CADD" w14:textId="77777777" w:rsidR="00301E09" w:rsidRDefault="00301E09" w:rsidP="00B37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05379956"/>
      <w:docPartObj>
        <w:docPartGallery w:val="Page Numbers (Bottom of Page)"/>
        <w:docPartUnique/>
      </w:docPartObj>
    </w:sdtPr>
    <w:sdtContent>
      <w:p w14:paraId="50C6526F" w14:textId="4D60C1E3" w:rsidR="00393296" w:rsidRDefault="00393296" w:rsidP="00745B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9111531" w14:textId="265FEC0D" w:rsidR="00301E09" w:rsidRPr="006E5E32" w:rsidRDefault="00CD1CC3" w:rsidP="00B379C5">
    <w:pPr>
      <w:ind w:right="360"/>
      <w:rPr>
        <w:color w:val="0F243E"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B7628" wp14:editId="01F2991B">
          <wp:simplePos x="0" y="0"/>
          <wp:positionH relativeFrom="column">
            <wp:posOffset>4631055</wp:posOffset>
          </wp:positionH>
          <wp:positionV relativeFrom="paragraph">
            <wp:posOffset>141424</wp:posOffset>
          </wp:positionV>
          <wp:extent cx="1332987" cy="363499"/>
          <wp:effectExtent l="0" t="0" r="635" b="5080"/>
          <wp:wrapNone/>
          <wp:docPr id="7" name="Picture 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987" cy="363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4CA" wp14:editId="74BDDA24">
              <wp:simplePos x="0" y="0"/>
              <wp:positionH relativeFrom="column">
                <wp:posOffset>-266700</wp:posOffset>
              </wp:positionH>
              <wp:positionV relativeFrom="paragraph">
                <wp:posOffset>91440</wp:posOffset>
              </wp:positionV>
              <wp:extent cx="3048000" cy="530352"/>
              <wp:effectExtent l="0" t="0" r="0" b="317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035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63424E" w14:textId="62EED64C" w:rsidR="00CD1CC3" w:rsidRPr="00092E26" w:rsidRDefault="00CD1CC3" w:rsidP="00CD1CC3">
                          <w:pPr>
                            <w:pStyle w:val="Footer"/>
                            <w:tabs>
                              <w:tab w:val="clear" w:pos="8640"/>
                              <w:tab w:val="center" w:pos="4946"/>
                              <w:tab w:val="right" w:pos="9360"/>
                            </w:tabs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Ver </w:t>
                          </w:r>
                          <w:r w:rsidR="00681F84">
                            <w:rPr>
                              <w:sz w:val="18"/>
                              <w:szCs w:val="18"/>
                              <w:lang w:val="en-US"/>
                            </w:rPr>
                            <w:t>Oct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Copyright of JMP® Statistical Discovery (202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)</w:t>
                          </w:r>
                        </w:p>
                        <w:p w14:paraId="2D6C9507" w14:textId="77777777" w:rsidR="00CD1CC3" w:rsidRDefault="00CD1C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4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21pt;margin-top:7.2pt;width:240pt;height: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" fillcolor="white [3201]" stroked="f" strokeweight=".5pt">
              <v:textbox>
                <w:txbxContent>
                  <w:p w14:paraId="2E63424E" w14:textId="62EED64C" w:rsidR="00CD1CC3" w:rsidRPr="00092E26" w:rsidRDefault="00CD1CC3" w:rsidP="00CD1CC3">
                    <w:pPr>
                      <w:pStyle w:val="Footer"/>
                      <w:tabs>
                        <w:tab w:val="clear" w:pos="8640"/>
                        <w:tab w:val="center" w:pos="4946"/>
                        <w:tab w:val="right" w:pos="9360"/>
                      </w:tabs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Ver </w:t>
                    </w:r>
                    <w:r w:rsidR="00681F84">
                      <w:rPr>
                        <w:sz w:val="18"/>
                        <w:szCs w:val="18"/>
                        <w:lang w:val="en-US"/>
                      </w:rPr>
                      <w:t>Oct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Copyright of JMP® Statistical Discovery (202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)</w:t>
                    </w:r>
                  </w:p>
                  <w:p w14:paraId="2D6C9507" w14:textId="77777777" w:rsidR="00CD1CC3" w:rsidRDefault="00CD1CC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AD98" w14:textId="77777777" w:rsidR="00301E09" w:rsidRPr="00092E26" w:rsidRDefault="00301E09" w:rsidP="001121EA">
    <w:pPr>
      <w:pStyle w:val="Footer"/>
      <w:tabs>
        <w:tab w:val="clear" w:pos="8640"/>
        <w:tab w:val="center" w:pos="4946"/>
        <w:tab w:val="right" w:pos="9360"/>
      </w:tabs>
      <w:ind w:left="180" w:hanging="180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76493" w14:textId="77777777" w:rsidR="00DE1192" w:rsidRDefault="00DE1192">
      <w:r>
        <w:separator/>
      </w:r>
    </w:p>
  </w:footnote>
  <w:footnote w:type="continuationSeparator" w:id="0">
    <w:p w14:paraId="7444A6C3" w14:textId="77777777" w:rsidR="00DE1192" w:rsidRDefault="00DE1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73082" w14:textId="77777777" w:rsidR="00A8682B" w:rsidRDefault="00A868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87CB" w14:textId="77777777" w:rsidR="00301E09" w:rsidRDefault="00301E09" w:rsidP="00F27BAD">
    <w:pPr>
      <w:pStyle w:val="Footer"/>
      <w:tabs>
        <w:tab w:val="clear" w:pos="4320"/>
        <w:tab w:val="clear" w:pos="8640"/>
        <w:tab w:val="left" w:pos="2340"/>
      </w:tabs>
      <w:ind w:left="180" w:right="-367" w:hanging="1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C42D3" w14:textId="77777777" w:rsidR="00A8682B" w:rsidRDefault="00A868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7864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A7B75"/>
    <w:multiLevelType w:val="hybridMultilevel"/>
    <w:tmpl w:val="F020B18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2B6AB9"/>
    <w:multiLevelType w:val="hybridMultilevel"/>
    <w:tmpl w:val="32708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240"/>
    <w:multiLevelType w:val="hybridMultilevel"/>
    <w:tmpl w:val="796C85DE"/>
    <w:lvl w:ilvl="0" w:tplc="FB3E06A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111F7D75"/>
    <w:multiLevelType w:val="hybridMultilevel"/>
    <w:tmpl w:val="9E6ADA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4080A"/>
    <w:multiLevelType w:val="hybridMultilevel"/>
    <w:tmpl w:val="49A80890"/>
    <w:lvl w:ilvl="0" w:tplc="FE6C41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6496D"/>
    <w:multiLevelType w:val="hybridMultilevel"/>
    <w:tmpl w:val="4B6C0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90693"/>
    <w:multiLevelType w:val="hybridMultilevel"/>
    <w:tmpl w:val="D28CBEDC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6727D"/>
    <w:multiLevelType w:val="hybridMultilevel"/>
    <w:tmpl w:val="121885D2"/>
    <w:lvl w:ilvl="0" w:tplc="6AE8B7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714D9"/>
    <w:multiLevelType w:val="hybridMultilevel"/>
    <w:tmpl w:val="3EB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25B43"/>
    <w:multiLevelType w:val="hybridMultilevel"/>
    <w:tmpl w:val="AE7E8840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53CA9"/>
    <w:multiLevelType w:val="hybridMultilevel"/>
    <w:tmpl w:val="BC0A7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A309E"/>
    <w:multiLevelType w:val="hybridMultilevel"/>
    <w:tmpl w:val="C890B240"/>
    <w:lvl w:ilvl="0" w:tplc="0ABAEF0E">
      <w:start w:val="1"/>
      <w:numFmt w:val="lowerLetter"/>
      <w:lvlText w:val="%1."/>
      <w:lvlJc w:val="left"/>
      <w:pPr>
        <w:ind w:left="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13" w15:restartNumberingAfterBreak="0">
    <w:nsid w:val="373F2094"/>
    <w:multiLevelType w:val="hybridMultilevel"/>
    <w:tmpl w:val="2998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5621FF"/>
    <w:multiLevelType w:val="hybridMultilevel"/>
    <w:tmpl w:val="699E5B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44F73"/>
    <w:multiLevelType w:val="hybridMultilevel"/>
    <w:tmpl w:val="84AE6BEA"/>
    <w:lvl w:ilvl="0" w:tplc="2E1C38C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C58EE"/>
    <w:multiLevelType w:val="hybridMultilevel"/>
    <w:tmpl w:val="55506126"/>
    <w:lvl w:ilvl="0" w:tplc="F14A312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E71705"/>
    <w:multiLevelType w:val="hybridMultilevel"/>
    <w:tmpl w:val="9FBEB4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5757C6"/>
    <w:multiLevelType w:val="hybridMultilevel"/>
    <w:tmpl w:val="122E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824FC"/>
    <w:multiLevelType w:val="hybridMultilevel"/>
    <w:tmpl w:val="3490C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D6448"/>
    <w:multiLevelType w:val="hybridMultilevel"/>
    <w:tmpl w:val="8D90620E"/>
    <w:lvl w:ilvl="0" w:tplc="BB0A0E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EB32BB"/>
    <w:multiLevelType w:val="hybridMultilevel"/>
    <w:tmpl w:val="CF5E0732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6529D"/>
    <w:multiLevelType w:val="hybridMultilevel"/>
    <w:tmpl w:val="98463280"/>
    <w:lvl w:ilvl="0" w:tplc="07D024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EF18A2"/>
    <w:multiLevelType w:val="hybridMultilevel"/>
    <w:tmpl w:val="84AE8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D403BA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802B7"/>
    <w:multiLevelType w:val="hybridMultilevel"/>
    <w:tmpl w:val="A23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45A79"/>
    <w:multiLevelType w:val="hybridMultilevel"/>
    <w:tmpl w:val="3664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9D4807"/>
    <w:multiLevelType w:val="hybridMultilevel"/>
    <w:tmpl w:val="0ABA0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1E79A1"/>
    <w:multiLevelType w:val="hybridMultilevel"/>
    <w:tmpl w:val="BE2E8860"/>
    <w:lvl w:ilvl="0" w:tplc="B17C7122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130E37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919F0"/>
    <w:multiLevelType w:val="hybridMultilevel"/>
    <w:tmpl w:val="592091BC"/>
    <w:lvl w:ilvl="0" w:tplc="65445D28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054A1"/>
    <w:multiLevelType w:val="hybridMultilevel"/>
    <w:tmpl w:val="E4703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0798F"/>
    <w:multiLevelType w:val="hybridMultilevel"/>
    <w:tmpl w:val="699E5B34"/>
    <w:lvl w:ilvl="0" w:tplc="0CEC0E5E">
      <w:start w:val="1"/>
      <w:numFmt w:val="bullet"/>
      <w:lvlText w:val="O"/>
      <w:lvlJc w:val="left"/>
      <w:pPr>
        <w:tabs>
          <w:tab w:val="num" w:pos="576"/>
        </w:tabs>
        <w:ind w:left="288" w:hanging="72"/>
      </w:pPr>
      <w:rPr>
        <w:rFonts w:ascii="Arial" w:hAnsi="Aria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84131"/>
    <w:multiLevelType w:val="hybridMultilevel"/>
    <w:tmpl w:val="5D00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849499">
    <w:abstractNumId w:val="11"/>
  </w:num>
  <w:num w:numId="2" w16cid:durableId="1742436193">
    <w:abstractNumId w:val="19"/>
  </w:num>
  <w:num w:numId="3" w16cid:durableId="1161390000">
    <w:abstractNumId w:val="4"/>
  </w:num>
  <w:num w:numId="4" w16cid:durableId="1731272933">
    <w:abstractNumId w:val="16"/>
  </w:num>
  <w:num w:numId="5" w16cid:durableId="369455722">
    <w:abstractNumId w:val="27"/>
  </w:num>
  <w:num w:numId="6" w16cid:durableId="2020698168">
    <w:abstractNumId w:val="1"/>
  </w:num>
  <w:num w:numId="7" w16cid:durableId="1881940071">
    <w:abstractNumId w:val="2"/>
  </w:num>
  <w:num w:numId="8" w16cid:durableId="1118525377">
    <w:abstractNumId w:val="22"/>
  </w:num>
  <w:num w:numId="9" w16cid:durableId="624433449">
    <w:abstractNumId w:val="20"/>
  </w:num>
  <w:num w:numId="10" w16cid:durableId="123282674">
    <w:abstractNumId w:val="8"/>
  </w:num>
  <w:num w:numId="11" w16cid:durableId="1278677087">
    <w:abstractNumId w:val="5"/>
  </w:num>
  <w:num w:numId="12" w16cid:durableId="915362391">
    <w:abstractNumId w:val="25"/>
  </w:num>
  <w:num w:numId="13" w16cid:durableId="1616905019">
    <w:abstractNumId w:val="17"/>
  </w:num>
  <w:num w:numId="14" w16cid:durableId="1481732304">
    <w:abstractNumId w:val="32"/>
  </w:num>
  <w:num w:numId="15" w16cid:durableId="1568489132">
    <w:abstractNumId w:val="14"/>
  </w:num>
  <w:num w:numId="16" w16cid:durableId="1700205492">
    <w:abstractNumId w:val="31"/>
  </w:num>
  <w:num w:numId="17" w16cid:durableId="1164711273">
    <w:abstractNumId w:val="13"/>
  </w:num>
  <w:num w:numId="18" w16cid:durableId="2073843222">
    <w:abstractNumId w:val="3"/>
  </w:num>
  <w:num w:numId="19" w16cid:durableId="1750273383">
    <w:abstractNumId w:val="12"/>
  </w:num>
  <w:num w:numId="20" w16cid:durableId="1030642344">
    <w:abstractNumId w:val="6"/>
  </w:num>
  <w:num w:numId="21" w16cid:durableId="1509562676">
    <w:abstractNumId w:val="26"/>
  </w:num>
  <w:num w:numId="22" w16cid:durableId="1708410924">
    <w:abstractNumId w:val="18"/>
  </w:num>
  <w:num w:numId="23" w16cid:durableId="1124277624">
    <w:abstractNumId w:val="24"/>
  </w:num>
  <w:num w:numId="24" w16cid:durableId="1821264804">
    <w:abstractNumId w:val="29"/>
  </w:num>
  <w:num w:numId="25" w16cid:durableId="2066179482">
    <w:abstractNumId w:val="33"/>
  </w:num>
  <w:num w:numId="26" w16cid:durableId="1146775160">
    <w:abstractNumId w:val="0"/>
  </w:num>
  <w:num w:numId="27" w16cid:durableId="1420831237">
    <w:abstractNumId w:val="9"/>
  </w:num>
  <w:num w:numId="28" w16cid:durableId="248855414">
    <w:abstractNumId w:val="7"/>
  </w:num>
  <w:num w:numId="29" w16cid:durableId="447895555">
    <w:abstractNumId w:val="30"/>
  </w:num>
  <w:num w:numId="30" w16cid:durableId="937061622">
    <w:abstractNumId w:val="10"/>
  </w:num>
  <w:num w:numId="31" w16cid:durableId="1851724109">
    <w:abstractNumId w:val="28"/>
  </w:num>
  <w:num w:numId="32" w16cid:durableId="850414453">
    <w:abstractNumId w:val="21"/>
  </w:num>
  <w:num w:numId="33" w16cid:durableId="1111781098">
    <w:abstractNumId w:val="15"/>
  </w:num>
  <w:num w:numId="34" w16cid:durableId="16606482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hideSpellingErrors/>
  <w:hideGrammatical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5"/>
    <w:rsid w:val="000153CF"/>
    <w:rsid w:val="00017153"/>
    <w:rsid w:val="000178F5"/>
    <w:rsid w:val="000221BB"/>
    <w:rsid w:val="0003159D"/>
    <w:rsid w:val="00042C85"/>
    <w:rsid w:val="00054348"/>
    <w:rsid w:val="000578C9"/>
    <w:rsid w:val="00060602"/>
    <w:rsid w:val="00071392"/>
    <w:rsid w:val="000741D5"/>
    <w:rsid w:val="000849CB"/>
    <w:rsid w:val="00085F00"/>
    <w:rsid w:val="00092E26"/>
    <w:rsid w:val="000A5A56"/>
    <w:rsid w:val="000A7221"/>
    <w:rsid w:val="000B15BC"/>
    <w:rsid w:val="000C6B23"/>
    <w:rsid w:val="000D650E"/>
    <w:rsid w:val="000D6FE9"/>
    <w:rsid w:val="000E0C1A"/>
    <w:rsid w:val="000E1402"/>
    <w:rsid w:val="000E2F3D"/>
    <w:rsid w:val="000E7B31"/>
    <w:rsid w:val="000F1DEC"/>
    <w:rsid w:val="00101181"/>
    <w:rsid w:val="0010258B"/>
    <w:rsid w:val="00111868"/>
    <w:rsid w:val="001121EA"/>
    <w:rsid w:val="00130943"/>
    <w:rsid w:val="001325BE"/>
    <w:rsid w:val="00141329"/>
    <w:rsid w:val="00153866"/>
    <w:rsid w:val="00156C71"/>
    <w:rsid w:val="00164AC5"/>
    <w:rsid w:val="00164B92"/>
    <w:rsid w:val="001667CF"/>
    <w:rsid w:val="00171741"/>
    <w:rsid w:val="0018157C"/>
    <w:rsid w:val="00186271"/>
    <w:rsid w:val="00195DAA"/>
    <w:rsid w:val="001A21DD"/>
    <w:rsid w:val="001A4B0A"/>
    <w:rsid w:val="001C107B"/>
    <w:rsid w:val="001C120B"/>
    <w:rsid w:val="001C7812"/>
    <w:rsid w:val="001C7D2C"/>
    <w:rsid w:val="001D5A2C"/>
    <w:rsid w:val="001E635F"/>
    <w:rsid w:val="001E73A2"/>
    <w:rsid w:val="001F2DCF"/>
    <w:rsid w:val="001F4840"/>
    <w:rsid w:val="00201B0D"/>
    <w:rsid w:val="00206682"/>
    <w:rsid w:val="00207D21"/>
    <w:rsid w:val="00241FBE"/>
    <w:rsid w:val="00257221"/>
    <w:rsid w:val="00270DF1"/>
    <w:rsid w:val="0027577A"/>
    <w:rsid w:val="002A26D3"/>
    <w:rsid w:val="002A28AD"/>
    <w:rsid w:val="002A746E"/>
    <w:rsid w:val="002B02F4"/>
    <w:rsid w:val="002B113A"/>
    <w:rsid w:val="002C2093"/>
    <w:rsid w:val="002C6EB7"/>
    <w:rsid w:val="002D0818"/>
    <w:rsid w:val="002D1FBA"/>
    <w:rsid w:val="002D2B6C"/>
    <w:rsid w:val="002D455F"/>
    <w:rsid w:val="002E2779"/>
    <w:rsid w:val="002E6A71"/>
    <w:rsid w:val="002F07EE"/>
    <w:rsid w:val="002F0E3B"/>
    <w:rsid w:val="00301E09"/>
    <w:rsid w:val="00303B2E"/>
    <w:rsid w:val="0031310C"/>
    <w:rsid w:val="00314500"/>
    <w:rsid w:val="0031600B"/>
    <w:rsid w:val="00320509"/>
    <w:rsid w:val="00321458"/>
    <w:rsid w:val="003232B5"/>
    <w:rsid w:val="00327E7E"/>
    <w:rsid w:val="00330DA8"/>
    <w:rsid w:val="0034348E"/>
    <w:rsid w:val="0035069A"/>
    <w:rsid w:val="0037131E"/>
    <w:rsid w:val="00374FA5"/>
    <w:rsid w:val="00376B42"/>
    <w:rsid w:val="00382659"/>
    <w:rsid w:val="00385A1F"/>
    <w:rsid w:val="00393296"/>
    <w:rsid w:val="003A3344"/>
    <w:rsid w:val="003A3C74"/>
    <w:rsid w:val="003B43BA"/>
    <w:rsid w:val="003C2B07"/>
    <w:rsid w:val="003C4E9F"/>
    <w:rsid w:val="003D1A44"/>
    <w:rsid w:val="003E321A"/>
    <w:rsid w:val="003E416E"/>
    <w:rsid w:val="003F4C20"/>
    <w:rsid w:val="00400056"/>
    <w:rsid w:val="004049A8"/>
    <w:rsid w:val="00404FE2"/>
    <w:rsid w:val="00411416"/>
    <w:rsid w:val="00416104"/>
    <w:rsid w:val="00417565"/>
    <w:rsid w:val="00425054"/>
    <w:rsid w:val="004418D2"/>
    <w:rsid w:val="00442A80"/>
    <w:rsid w:val="00451B36"/>
    <w:rsid w:val="00454E14"/>
    <w:rsid w:val="00455D3C"/>
    <w:rsid w:val="004645F7"/>
    <w:rsid w:val="004665D0"/>
    <w:rsid w:val="004735E0"/>
    <w:rsid w:val="00473D8D"/>
    <w:rsid w:val="00473F00"/>
    <w:rsid w:val="00474126"/>
    <w:rsid w:val="004827AB"/>
    <w:rsid w:val="00483EBB"/>
    <w:rsid w:val="00484AD7"/>
    <w:rsid w:val="00493540"/>
    <w:rsid w:val="004B40DF"/>
    <w:rsid w:val="004B6412"/>
    <w:rsid w:val="004B7F25"/>
    <w:rsid w:val="004F27B2"/>
    <w:rsid w:val="00502483"/>
    <w:rsid w:val="00510D62"/>
    <w:rsid w:val="00513797"/>
    <w:rsid w:val="00513E0A"/>
    <w:rsid w:val="005162EB"/>
    <w:rsid w:val="00524FE9"/>
    <w:rsid w:val="00542D98"/>
    <w:rsid w:val="00543EFA"/>
    <w:rsid w:val="0055678E"/>
    <w:rsid w:val="00566EBC"/>
    <w:rsid w:val="005715BA"/>
    <w:rsid w:val="00571724"/>
    <w:rsid w:val="00573664"/>
    <w:rsid w:val="005752E2"/>
    <w:rsid w:val="00575F29"/>
    <w:rsid w:val="005779AE"/>
    <w:rsid w:val="00586C1D"/>
    <w:rsid w:val="00590C7F"/>
    <w:rsid w:val="00593AAE"/>
    <w:rsid w:val="00593F14"/>
    <w:rsid w:val="00594AF8"/>
    <w:rsid w:val="005A2652"/>
    <w:rsid w:val="005B29BD"/>
    <w:rsid w:val="005C2D06"/>
    <w:rsid w:val="005C3A4B"/>
    <w:rsid w:val="005D2EF6"/>
    <w:rsid w:val="005E1118"/>
    <w:rsid w:val="005E143C"/>
    <w:rsid w:val="005F5404"/>
    <w:rsid w:val="0060097A"/>
    <w:rsid w:val="00621703"/>
    <w:rsid w:val="006367CA"/>
    <w:rsid w:val="0064259E"/>
    <w:rsid w:val="00654485"/>
    <w:rsid w:val="00663E55"/>
    <w:rsid w:val="0066452A"/>
    <w:rsid w:val="0066613B"/>
    <w:rsid w:val="00671CFC"/>
    <w:rsid w:val="00681F84"/>
    <w:rsid w:val="00693091"/>
    <w:rsid w:val="00693CEF"/>
    <w:rsid w:val="00693FFC"/>
    <w:rsid w:val="00694925"/>
    <w:rsid w:val="00697343"/>
    <w:rsid w:val="006A6F58"/>
    <w:rsid w:val="006A78CC"/>
    <w:rsid w:val="006C5343"/>
    <w:rsid w:val="006D0CFB"/>
    <w:rsid w:val="006D2220"/>
    <w:rsid w:val="006D440A"/>
    <w:rsid w:val="006D7F63"/>
    <w:rsid w:val="006E0FFD"/>
    <w:rsid w:val="006E5E32"/>
    <w:rsid w:val="007076C1"/>
    <w:rsid w:val="00715A98"/>
    <w:rsid w:val="00725E0E"/>
    <w:rsid w:val="0072615C"/>
    <w:rsid w:val="00730B89"/>
    <w:rsid w:val="007325E6"/>
    <w:rsid w:val="00740BBA"/>
    <w:rsid w:val="00751AF1"/>
    <w:rsid w:val="007542D1"/>
    <w:rsid w:val="00762E3B"/>
    <w:rsid w:val="00764E15"/>
    <w:rsid w:val="00770FDB"/>
    <w:rsid w:val="00773526"/>
    <w:rsid w:val="00792892"/>
    <w:rsid w:val="007A14A4"/>
    <w:rsid w:val="007A73C5"/>
    <w:rsid w:val="007B1E86"/>
    <w:rsid w:val="007C4D73"/>
    <w:rsid w:val="007E50DF"/>
    <w:rsid w:val="007E58DC"/>
    <w:rsid w:val="007F4C33"/>
    <w:rsid w:val="007F670F"/>
    <w:rsid w:val="008122E5"/>
    <w:rsid w:val="00812A6B"/>
    <w:rsid w:val="00814E5D"/>
    <w:rsid w:val="00835DE7"/>
    <w:rsid w:val="008408A8"/>
    <w:rsid w:val="008439A0"/>
    <w:rsid w:val="0085160D"/>
    <w:rsid w:val="008553A7"/>
    <w:rsid w:val="00863DA2"/>
    <w:rsid w:val="008668BC"/>
    <w:rsid w:val="00871406"/>
    <w:rsid w:val="008731C4"/>
    <w:rsid w:val="00874B78"/>
    <w:rsid w:val="008772BB"/>
    <w:rsid w:val="00877875"/>
    <w:rsid w:val="00881474"/>
    <w:rsid w:val="00890A32"/>
    <w:rsid w:val="00891164"/>
    <w:rsid w:val="00893C91"/>
    <w:rsid w:val="008A3661"/>
    <w:rsid w:val="008A78CC"/>
    <w:rsid w:val="008B505E"/>
    <w:rsid w:val="008C0BA8"/>
    <w:rsid w:val="008C5B22"/>
    <w:rsid w:val="008D3665"/>
    <w:rsid w:val="008D560D"/>
    <w:rsid w:val="008D75B7"/>
    <w:rsid w:val="008E26FB"/>
    <w:rsid w:val="008E4C91"/>
    <w:rsid w:val="008E5F53"/>
    <w:rsid w:val="008F1A25"/>
    <w:rsid w:val="009120CD"/>
    <w:rsid w:val="0091600C"/>
    <w:rsid w:val="009173A8"/>
    <w:rsid w:val="00920E0D"/>
    <w:rsid w:val="009212E5"/>
    <w:rsid w:val="00927615"/>
    <w:rsid w:val="00940BE8"/>
    <w:rsid w:val="0094162D"/>
    <w:rsid w:val="0094761C"/>
    <w:rsid w:val="009544E4"/>
    <w:rsid w:val="00960A62"/>
    <w:rsid w:val="0096127A"/>
    <w:rsid w:val="00966540"/>
    <w:rsid w:val="00971EB7"/>
    <w:rsid w:val="00972430"/>
    <w:rsid w:val="00987AFD"/>
    <w:rsid w:val="00994D3F"/>
    <w:rsid w:val="00996081"/>
    <w:rsid w:val="009A11D5"/>
    <w:rsid w:val="009A2E8F"/>
    <w:rsid w:val="009A461B"/>
    <w:rsid w:val="009A7CDD"/>
    <w:rsid w:val="009B0472"/>
    <w:rsid w:val="009B4F59"/>
    <w:rsid w:val="009B5AA8"/>
    <w:rsid w:val="009B5F5D"/>
    <w:rsid w:val="009D081E"/>
    <w:rsid w:val="009D39CB"/>
    <w:rsid w:val="009D4A1B"/>
    <w:rsid w:val="009E6185"/>
    <w:rsid w:val="00A001D3"/>
    <w:rsid w:val="00A03F59"/>
    <w:rsid w:val="00A065D2"/>
    <w:rsid w:val="00A21625"/>
    <w:rsid w:val="00A245AE"/>
    <w:rsid w:val="00A36046"/>
    <w:rsid w:val="00A40A8B"/>
    <w:rsid w:val="00A45311"/>
    <w:rsid w:val="00A63EEB"/>
    <w:rsid w:val="00A67E13"/>
    <w:rsid w:val="00A73602"/>
    <w:rsid w:val="00A76782"/>
    <w:rsid w:val="00A842A3"/>
    <w:rsid w:val="00A8682B"/>
    <w:rsid w:val="00A87608"/>
    <w:rsid w:val="00A907F5"/>
    <w:rsid w:val="00A90B9A"/>
    <w:rsid w:val="00A95495"/>
    <w:rsid w:val="00A9673D"/>
    <w:rsid w:val="00AA01DB"/>
    <w:rsid w:val="00AA134C"/>
    <w:rsid w:val="00AA2AD1"/>
    <w:rsid w:val="00AA5C0C"/>
    <w:rsid w:val="00AB6809"/>
    <w:rsid w:val="00AC0D30"/>
    <w:rsid w:val="00AC16B1"/>
    <w:rsid w:val="00AC2828"/>
    <w:rsid w:val="00AD0CB9"/>
    <w:rsid w:val="00AE2F20"/>
    <w:rsid w:val="00AE44D2"/>
    <w:rsid w:val="00AE7931"/>
    <w:rsid w:val="00AF74CB"/>
    <w:rsid w:val="00B12FA2"/>
    <w:rsid w:val="00B16645"/>
    <w:rsid w:val="00B170FB"/>
    <w:rsid w:val="00B207F8"/>
    <w:rsid w:val="00B22522"/>
    <w:rsid w:val="00B35132"/>
    <w:rsid w:val="00B379C5"/>
    <w:rsid w:val="00B4328A"/>
    <w:rsid w:val="00B527C7"/>
    <w:rsid w:val="00B5542C"/>
    <w:rsid w:val="00B809E2"/>
    <w:rsid w:val="00B81270"/>
    <w:rsid w:val="00B82AD1"/>
    <w:rsid w:val="00B86716"/>
    <w:rsid w:val="00B93161"/>
    <w:rsid w:val="00B9420E"/>
    <w:rsid w:val="00B94B6B"/>
    <w:rsid w:val="00BA51E0"/>
    <w:rsid w:val="00BB04D1"/>
    <w:rsid w:val="00BB554B"/>
    <w:rsid w:val="00BB7D5D"/>
    <w:rsid w:val="00BC2055"/>
    <w:rsid w:val="00BD0589"/>
    <w:rsid w:val="00BD0628"/>
    <w:rsid w:val="00BD326E"/>
    <w:rsid w:val="00BE3BC1"/>
    <w:rsid w:val="00BE59E5"/>
    <w:rsid w:val="00BE6A52"/>
    <w:rsid w:val="00BE7963"/>
    <w:rsid w:val="00BF2673"/>
    <w:rsid w:val="00BF44DF"/>
    <w:rsid w:val="00BF6BF7"/>
    <w:rsid w:val="00C10143"/>
    <w:rsid w:val="00C1111F"/>
    <w:rsid w:val="00C36F46"/>
    <w:rsid w:val="00C40D2A"/>
    <w:rsid w:val="00C54C3B"/>
    <w:rsid w:val="00C565DF"/>
    <w:rsid w:val="00C71314"/>
    <w:rsid w:val="00C805FE"/>
    <w:rsid w:val="00C853E1"/>
    <w:rsid w:val="00C93807"/>
    <w:rsid w:val="00C943F9"/>
    <w:rsid w:val="00C9457F"/>
    <w:rsid w:val="00CA031A"/>
    <w:rsid w:val="00CA3653"/>
    <w:rsid w:val="00CA5C5B"/>
    <w:rsid w:val="00CB15E8"/>
    <w:rsid w:val="00CB1FB8"/>
    <w:rsid w:val="00CD1CC3"/>
    <w:rsid w:val="00CE17F5"/>
    <w:rsid w:val="00CE28E3"/>
    <w:rsid w:val="00CE7C2C"/>
    <w:rsid w:val="00CF1285"/>
    <w:rsid w:val="00CF5492"/>
    <w:rsid w:val="00D0383F"/>
    <w:rsid w:val="00D377FF"/>
    <w:rsid w:val="00D44E98"/>
    <w:rsid w:val="00D5594F"/>
    <w:rsid w:val="00D60CE7"/>
    <w:rsid w:val="00D6306E"/>
    <w:rsid w:val="00D65D7E"/>
    <w:rsid w:val="00D66474"/>
    <w:rsid w:val="00D67E18"/>
    <w:rsid w:val="00D82112"/>
    <w:rsid w:val="00D84EB1"/>
    <w:rsid w:val="00D92392"/>
    <w:rsid w:val="00D976E1"/>
    <w:rsid w:val="00DA2828"/>
    <w:rsid w:val="00DA3361"/>
    <w:rsid w:val="00DA7B2A"/>
    <w:rsid w:val="00DA7FEC"/>
    <w:rsid w:val="00DB1D10"/>
    <w:rsid w:val="00DB4642"/>
    <w:rsid w:val="00DB5419"/>
    <w:rsid w:val="00DC278B"/>
    <w:rsid w:val="00DC4FAB"/>
    <w:rsid w:val="00DC7E8B"/>
    <w:rsid w:val="00DD4261"/>
    <w:rsid w:val="00DD4970"/>
    <w:rsid w:val="00DD69EB"/>
    <w:rsid w:val="00DE1192"/>
    <w:rsid w:val="00DE1C60"/>
    <w:rsid w:val="00DE3D6A"/>
    <w:rsid w:val="00DE56C6"/>
    <w:rsid w:val="00DF0032"/>
    <w:rsid w:val="00DF14B7"/>
    <w:rsid w:val="00DF5439"/>
    <w:rsid w:val="00DF76D8"/>
    <w:rsid w:val="00E00F67"/>
    <w:rsid w:val="00E02AC5"/>
    <w:rsid w:val="00E23888"/>
    <w:rsid w:val="00E310E0"/>
    <w:rsid w:val="00E32415"/>
    <w:rsid w:val="00E3598D"/>
    <w:rsid w:val="00E45713"/>
    <w:rsid w:val="00E70573"/>
    <w:rsid w:val="00E7070C"/>
    <w:rsid w:val="00E72321"/>
    <w:rsid w:val="00E73353"/>
    <w:rsid w:val="00E81196"/>
    <w:rsid w:val="00E9049A"/>
    <w:rsid w:val="00E9204A"/>
    <w:rsid w:val="00E932CA"/>
    <w:rsid w:val="00E95301"/>
    <w:rsid w:val="00E97710"/>
    <w:rsid w:val="00EA1932"/>
    <w:rsid w:val="00EB3EE9"/>
    <w:rsid w:val="00EB51B1"/>
    <w:rsid w:val="00EB5C38"/>
    <w:rsid w:val="00EC4ACE"/>
    <w:rsid w:val="00ED5B69"/>
    <w:rsid w:val="00EE30C3"/>
    <w:rsid w:val="00EE5F7E"/>
    <w:rsid w:val="00EE7452"/>
    <w:rsid w:val="00EF0F3F"/>
    <w:rsid w:val="00F01D92"/>
    <w:rsid w:val="00F068D8"/>
    <w:rsid w:val="00F06DC6"/>
    <w:rsid w:val="00F14CA3"/>
    <w:rsid w:val="00F2557A"/>
    <w:rsid w:val="00F26318"/>
    <w:rsid w:val="00F27BAD"/>
    <w:rsid w:val="00F36600"/>
    <w:rsid w:val="00F44B15"/>
    <w:rsid w:val="00F46D3D"/>
    <w:rsid w:val="00F61B90"/>
    <w:rsid w:val="00F65A65"/>
    <w:rsid w:val="00F65D2E"/>
    <w:rsid w:val="00F71DB8"/>
    <w:rsid w:val="00F8097A"/>
    <w:rsid w:val="00F81B8B"/>
    <w:rsid w:val="00F82721"/>
    <w:rsid w:val="00F8286E"/>
    <w:rsid w:val="00F85DAE"/>
    <w:rsid w:val="00F92FAE"/>
    <w:rsid w:val="00F93975"/>
    <w:rsid w:val="00F95236"/>
    <w:rsid w:val="00F96139"/>
    <w:rsid w:val="00FA016A"/>
    <w:rsid w:val="00FA4B83"/>
    <w:rsid w:val="00FA761D"/>
    <w:rsid w:val="00FB2437"/>
    <w:rsid w:val="00FC05F7"/>
    <w:rsid w:val="00FC3245"/>
    <w:rsid w:val="00FC5B8B"/>
    <w:rsid w:val="00FC7F3D"/>
    <w:rsid w:val="00FD04C2"/>
    <w:rsid w:val="00FE0478"/>
    <w:rsid w:val="00FE235D"/>
    <w:rsid w:val="00FE5092"/>
    <w:rsid w:val="00FE5DDA"/>
    <w:rsid w:val="00FF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5F4D43F"/>
  <w15:chartTrackingRefBased/>
  <w15:docId w15:val="{67564FDF-C47C-8543-A654-A35FAD95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63EEB"/>
    <w:pPr>
      <w:spacing w:before="120"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827AB"/>
    <w:pPr>
      <w:keepNext/>
      <w:spacing w:before="240" w:after="120"/>
      <w:outlineLvl w:val="0"/>
    </w:pPr>
    <w:rPr>
      <w:b/>
      <w:bCs/>
      <w:color w:val="365F91"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rFonts w:ascii="Albertus Extra Bold" w:hAnsi="Albertus Extra Bold"/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sz w:val="22"/>
      <w:szCs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59E5"/>
    <w:rPr>
      <w:b/>
      <w:bCs/>
      <w:color w:val="365F91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tabs>
        <w:tab w:val="left" w:pos="540"/>
      </w:tabs>
      <w:ind w:left="900"/>
    </w:pPr>
    <w:rPr>
      <w:b/>
      <w:bCs/>
      <w:color w:val="FF0000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160"/>
    </w:p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ind w:left="360"/>
    </w:pPr>
  </w:style>
  <w:style w:type="paragraph" w:styleId="BalloonText">
    <w:name w:val="Balloon Text"/>
    <w:basedOn w:val="Normal"/>
    <w:semiHidden/>
    <w:rsid w:val="002F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7E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817E9"/>
  </w:style>
  <w:style w:type="paragraph" w:styleId="CommentSubject">
    <w:name w:val="annotation subject"/>
    <w:basedOn w:val="CommentText"/>
    <w:next w:val="CommentText"/>
    <w:link w:val="CommentSubjectChar"/>
    <w:rsid w:val="008817E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817E9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817E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4420"/>
    <w:rPr>
      <w:sz w:val="24"/>
      <w:szCs w:val="24"/>
    </w:rPr>
  </w:style>
  <w:style w:type="character" w:styleId="Emphasis">
    <w:name w:val="Emphasis"/>
    <w:qFormat/>
    <w:rsid w:val="00F26318"/>
    <w:rPr>
      <w:rFonts w:ascii="Arial" w:hAnsi="Arial"/>
      <w:b w:val="0"/>
      <w:i/>
      <w:iCs/>
      <w:color w:val="auto"/>
      <w:sz w:val="16"/>
    </w:rPr>
  </w:style>
  <w:style w:type="character" w:styleId="Strong">
    <w:name w:val="Strong"/>
    <w:qFormat/>
    <w:rsid w:val="00DA3361"/>
    <w:rPr>
      <w:b/>
      <w:bCs/>
    </w:rPr>
  </w:style>
  <w:style w:type="character" w:customStyle="1" w:styleId="PlainTable31">
    <w:name w:val="Plain Table 31"/>
    <w:aliases w:val="Subhead black"/>
    <w:uiPriority w:val="19"/>
    <w:qFormat/>
    <w:rsid w:val="00BE59E5"/>
    <w:rPr>
      <w:rFonts w:ascii="Arial" w:hAnsi="Arial"/>
      <w:b/>
      <w:i w:val="0"/>
      <w:iCs/>
      <w:color w:val="auto"/>
      <w:sz w:val="20"/>
    </w:rPr>
  </w:style>
  <w:style w:type="paragraph" w:styleId="Subtitle">
    <w:name w:val="Subtitle"/>
    <w:basedOn w:val="Normal"/>
    <w:next w:val="Normal"/>
    <w:link w:val="SubtitleChar"/>
    <w:qFormat/>
    <w:rsid w:val="00BE59E5"/>
    <w:pPr>
      <w:numPr>
        <w:ilvl w:val="1"/>
      </w:numPr>
    </w:pPr>
    <w:rPr>
      <w:iCs/>
      <w:spacing w:val="15"/>
      <w:sz w:val="28"/>
    </w:rPr>
  </w:style>
  <w:style w:type="character" w:customStyle="1" w:styleId="SubtitleChar">
    <w:name w:val="Subtitle Char"/>
    <w:link w:val="Subtitle"/>
    <w:rsid w:val="00BE59E5"/>
    <w:rPr>
      <w:rFonts w:ascii="Arial" w:eastAsia="Times New Roman" w:hAnsi="Arial" w:cs="Times New Roman"/>
      <w:iCs/>
      <w:spacing w:val="15"/>
      <w:sz w:val="28"/>
      <w:szCs w:val="24"/>
    </w:rPr>
  </w:style>
  <w:style w:type="paragraph" w:customStyle="1" w:styleId="CollateralIdentifier">
    <w:name w:val="Collateral Identifier"/>
    <w:basedOn w:val="Normal"/>
    <w:qFormat/>
    <w:rsid w:val="00AF74CB"/>
    <w:pPr>
      <w:framePr w:hSpace="180" w:wrap="around" w:vAnchor="text" w:hAnchor="page" w:x="2492" w:y="-47"/>
      <w:suppressOverlap/>
      <w:jc w:val="center"/>
    </w:pPr>
    <w:rPr>
      <w:rFonts w:ascii="Calibri Light" w:hAnsi="Calibri Light" w:cs="Calibri Light (Headings)"/>
      <w:spacing w:val="80"/>
      <w:sz w:val="24"/>
    </w:rPr>
  </w:style>
  <w:style w:type="paragraph" w:customStyle="1" w:styleId="Header1">
    <w:name w:val="Header1"/>
    <w:basedOn w:val="Normal"/>
    <w:qFormat/>
    <w:rsid w:val="00AF74CB"/>
    <w:rPr>
      <w:rFonts w:ascii="Arial Black" w:hAnsi="Arial Black" w:cs="Arial"/>
      <w:b/>
      <w:spacing w:val="-4"/>
      <w:sz w:val="32"/>
      <w:szCs w:val="32"/>
    </w:rPr>
  </w:style>
  <w:style w:type="paragraph" w:customStyle="1" w:styleId="Body">
    <w:name w:val="Body"/>
    <w:basedOn w:val="Normal"/>
    <w:qFormat/>
    <w:rsid w:val="00F27BAD"/>
    <w:pPr>
      <w:spacing w:before="240"/>
    </w:pPr>
  </w:style>
  <w:style w:type="paragraph" w:customStyle="1" w:styleId="copyright">
    <w:name w:val="copyright"/>
    <w:basedOn w:val="Normal"/>
    <w:uiPriority w:val="99"/>
    <w:rsid w:val="00F27BAD"/>
    <w:pPr>
      <w:autoSpaceDE w:val="0"/>
      <w:autoSpaceDN w:val="0"/>
      <w:adjustRightInd w:val="0"/>
      <w:spacing w:before="0" w:after="0" w:line="160" w:lineRule="atLeast"/>
      <w:textAlignment w:val="center"/>
    </w:pPr>
    <w:rPr>
      <w:rFonts w:ascii="Avenir Next W1G" w:hAnsi="Avenir Next W1G" w:cs="Avenir Next W1G"/>
      <w:color w:val="000000"/>
      <w:spacing w:val="-4"/>
      <w:sz w:val="14"/>
      <w:szCs w:val="14"/>
    </w:rPr>
  </w:style>
  <w:style w:type="paragraph" w:styleId="NormalWeb">
    <w:name w:val="Normal (Web)"/>
    <w:basedOn w:val="Normal"/>
    <w:uiPriority w:val="99"/>
    <w:unhideWhenUsed/>
    <w:rsid w:val="004735E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A031A"/>
    <w:pPr>
      <w:spacing w:before="0" w:after="0"/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A245AE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47"/>
    <w:rsid w:val="0003159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F2DCF"/>
    <w:rPr>
      <w:rFonts w:ascii="Arial" w:hAnsi="Arial"/>
      <w:b/>
      <w:bCs/>
      <w:color w:val="365F91"/>
      <w:sz w:val="22"/>
      <w:szCs w:val="24"/>
    </w:rPr>
  </w:style>
  <w:style w:type="character" w:customStyle="1" w:styleId="TitleChar">
    <w:name w:val="Title Char"/>
    <w:basedOn w:val="DefaultParagraphFont"/>
    <w:link w:val="Title"/>
    <w:rsid w:val="00513E0A"/>
    <w:rPr>
      <w:rFonts w:ascii="Arial" w:hAnsi="Arial"/>
      <w:b/>
      <w:bCs/>
      <w:color w:val="365F9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ovepress.com/negative-correlation-between-gestation-and-sleep-durations-in-mammals-peer-reviewed-fulltext-article-OAAP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ru\Downloads\158835-JMP-Academic-Case-Study-template-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19F7-DFC1-0748-BF29-EB3EC0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C:\Users\lalaru\Downloads\158835-JMP-Academic-Case-Study-template-update.dot</Template>
  <TotalTime>408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Delis—I</vt:lpstr>
    </vt:vector>
  </TitlesOfParts>
  <Company>cob-ucd</Company>
  <LinksUpToDate>false</LinksUpToDate>
  <CharactersWithSpaces>4174</CharactersWithSpaces>
  <SharedDoc>false</SharedDoc>
  <HLinks>
    <vt:vector size="6" baseType="variant">
      <vt:variant>
        <vt:i4>4915284</vt:i4>
      </vt:variant>
      <vt:variant>
        <vt:i4>-1</vt:i4>
      </vt:variant>
      <vt:variant>
        <vt:i4>1029</vt:i4>
      </vt:variant>
      <vt:variant>
        <vt:i4>4</vt:i4>
      </vt:variant>
      <vt:variant>
        <vt:lpwstr>https://www.jmp.com/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Delis—I</dc:title>
  <dc:subject/>
  <dc:creator>Microsoft Office User</dc:creator>
  <cp:keywords/>
  <cp:lastModifiedBy>Kevin Potcner</cp:lastModifiedBy>
  <cp:revision>79</cp:revision>
  <cp:lastPrinted>2022-05-07T19:38:00Z</cp:lastPrinted>
  <dcterms:created xsi:type="dcterms:W3CDTF">2022-05-07T23:24:00Z</dcterms:created>
  <dcterms:modified xsi:type="dcterms:W3CDTF">2025-07-19T19:33:00Z</dcterms:modified>
</cp:coreProperties>
</file>